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B3E7B" w14:textId="77777777" w:rsidR="00D15F4A" w:rsidRPr="00D15F4A" w:rsidRDefault="00D15F4A" w:rsidP="00D15F4A">
      <w:pPr>
        <w:jc w:val="right"/>
        <w:rPr>
          <w:rFonts w:asciiTheme="minorHAnsi" w:hAnsiTheme="minorHAnsi" w:cstheme="minorHAnsi"/>
          <w:b/>
          <w:i/>
          <w:sz w:val="20"/>
        </w:rPr>
      </w:pPr>
      <w:r w:rsidRPr="00D15F4A">
        <w:rPr>
          <w:rFonts w:asciiTheme="minorHAnsi" w:hAnsiTheme="minorHAnsi" w:cstheme="minorHAnsi"/>
          <w:b/>
          <w:i/>
          <w:sz w:val="20"/>
        </w:rPr>
        <w:t xml:space="preserve">Załącznik do umowy – </w:t>
      </w:r>
    </w:p>
    <w:p w14:paraId="6A78EF7D" w14:textId="77777777" w:rsidR="00D15F4A" w:rsidRPr="00D15F4A" w:rsidRDefault="00D15F4A" w:rsidP="00D15F4A">
      <w:pPr>
        <w:jc w:val="right"/>
        <w:rPr>
          <w:rFonts w:asciiTheme="minorHAnsi" w:hAnsiTheme="minorHAnsi" w:cstheme="minorHAnsi"/>
        </w:rPr>
      </w:pPr>
      <w:r w:rsidRPr="00D15F4A">
        <w:rPr>
          <w:rFonts w:asciiTheme="minorHAnsi" w:hAnsiTheme="minorHAnsi" w:cstheme="minorHAnsi"/>
          <w:b/>
          <w:i/>
          <w:sz w:val="20"/>
        </w:rPr>
        <w:t>Klauzula informacyjna</w:t>
      </w:r>
    </w:p>
    <w:p w14:paraId="3C888386" w14:textId="77777777" w:rsidR="00D15F4A" w:rsidRPr="00D15F4A" w:rsidRDefault="00D15F4A" w:rsidP="00D15F4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5C2A81D9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2"/>
          <w:szCs w:val="22"/>
        </w:rPr>
      </w:pPr>
      <w:r w:rsidRPr="00D15F4A">
        <w:rPr>
          <w:rFonts w:asciiTheme="minorHAnsi" w:hAnsiTheme="minorHAnsi" w:cstheme="minorHAnsi"/>
          <w:b/>
          <w:bCs/>
          <w:color w:val="212529"/>
          <w:sz w:val="22"/>
          <w:szCs w:val="22"/>
        </w:rPr>
        <w:t>Klauzula informacyjna</w:t>
      </w:r>
    </w:p>
    <w:p w14:paraId="65C43753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</w:p>
    <w:p w14:paraId="338B4EA8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TOŻSAMOŚĆ ADMINISTRATORA</w:t>
      </w:r>
    </w:p>
    <w:p w14:paraId="02556544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color w:val="212529"/>
          <w:sz w:val="20"/>
          <w:shd w:val="clear" w:color="auto" w:fill="FFFFFF"/>
        </w:rPr>
        <w:t>Administratorem danych jest Pomorska Agencja Rozwoju Regionalnego S.A., mająca siedzibę w Słupsku (76-200) przy ul. Obrońców Wybrzeża 2.</w:t>
      </w:r>
    </w:p>
    <w:p w14:paraId="211A9A34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DANE KONTAKTOWE ADMINISTRATORA</w:t>
      </w:r>
    </w:p>
    <w:p w14:paraId="149A6EB9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color w:val="212529"/>
          <w:sz w:val="20"/>
          <w:shd w:val="clear" w:color="auto" w:fill="FFFFFF"/>
        </w:rPr>
        <w:t>Z administratorem danych można się skontaktować poprzez adres email office@parr.slupsk.pl, telefon 59 841 28 92 lub pisemnie na adres siedziby administratora.</w:t>
      </w:r>
    </w:p>
    <w:p w14:paraId="039671AC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CELE PRZETWARZANIA I PODSTAWA PRAWNA</w:t>
      </w:r>
    </w:p>
    <w:p w14:paraId="3D938B62" w14:textId="77777777" w:rsidR="00D15F4A" w:rsidRPr="00D15F4A" w:rsidRDefault="00D15F4A" w:rsidP="00D15F4A">
      <w:pPr>
        <w:numPr>
          <w:ilvl w:val="0"/>
          <w:numId w:val="1"/>
        </w:numPr>
        <w:suppressAutoHyphens/>
        <w:contextualSpacing/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sz w:val="20"/>
          <w:shd w:val="clear" w:color="auto" w:fill="FFFFFF"/>
        </w:rPr>
        <w:t>jeżeli jest Pan/Pani osobą fizyczną prowadzącą lub nie prowadzącą działalność gospodarczą: przetwarzanie jest niezbędne do wykonania umowy, której stroną jest osoba, której dane dotyczą, lub do podjęcia działań na żądanie osoby, której dane dotyczą, przed zawarciem umowy,</w:t>
      </w:r>
    </w:p>
    <w:p w14:paraId="6056F568" w14:textId="77777777" w:rsidR="00D15F4A" w:rsidRPr="00D15F4A" w:rsidRDefault="00D15F4A" w:rsidP="00D15F4A">
      <w:pPr>
        <w:numPr>
          <w:ilvl w:val="0"/>
          <w:numId w:val="1"/>
        </w:numPr>
        <w:suppressAutoHyphens/>
        <w:contextualSpacing/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sz w:val="20"/>
          <w:shd w:val="clear" w:color="auto" w:fill="FFFFFF"/>
        </w:rPr>
        <w:t xml:space="preserve">jeżeli są Państwo osobami zatrudnionymi przez przedsiębiorcę lub osobami działającymi w jego imieniu: przetwarzanie jest niezbędne do celów wynikających z prawnie uzasadnionych interesów realizowanych przez administratora tj. w celu i w zakresie niezbędnym do wykonania umowy wynajmu zawartej z przedsiębiorcą lub podjęcia działań na jego żądanie przed zawarciem umowy, </w:t>
      </w:r>
    </w:p>
    <w:p w14:paraId="03118993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ODBIORCY DANYCH</w:t>
      </w:r>
    </w:p>
    <w:p w14:paraId="52D78A5E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color w:val="212529"/>
          <w:sz w:val="20"/>
          <w:shd w:val="clear" w:color="auto" w:fill="FFFFFF"/>
        </w:rPr>
        <w:t xml:space="preserve">Pani / Pana dane osobowe mogą być udostępniane i przekazywane </w:t>
      </w:r>
      <w:proofErr w:type="spellStart"/>
      <w:r w:rsidRPr="00D15F4A">
        <w:rPr>
          <w:rFonts w:asciiTheme="minorHAnsi" w:hAnsiTheme="minorHAnsi" w:cstheme="minorHAnsi"/>
          <w:sz w:val="20"/>
          <w:shd w:val="clear" w:color="auto" w:fill="FFFFFF"/>
        </w:rPr>
        <w:t>hostingodawcy</w:t>
      </w:r>
      <w:proofErr w:type="spellEnd"/>
      <w:r w:rsidRPr="00D15F4A">
        <w:rPr>
          <w:rFonts w:asciiTheme="minorHAnsi" w:hAnsiTheme="minorHAnsi" w:cstheme="minorHAnsi"/>
          <w:sz w:val="20"/>
          <w:shd w:val="clear" w:color="auto" w:fill="FFFFFF"/>
        </w:rPr>
        <w:t xml:space="preserve"> poczty e-mail, firmie świadczącej usługi ochrony obiektu PARR S.A. oraz organom wykonującym czynności kontrolne.</w:t>
      </w:r>
    </w:p>
    <w:p w14:paraId="31E41A4F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PRZEKAZANIE DANYCH OSOBOWYCH DO PAŃSTWA TRZECIEGO LUB ORGANIZACJI MIĘDZYNARODOWEJ</w:t>
      </w:r>
    </w:p>
    <w:p w14:paraId="16D2113C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sz w:val="20"/>
          <w:shd w:val="clear" w:color="auto" w:fill="FFFFFF"/>
        </w:rPr>
        <w:t>Dane osobowe nie zostaną przesłane do państwa trzeciego lub organizacji międzynarodowej.</w:t>
      </w:r>
    </w:p>
    <w:p w14:paraId="13EBD7AF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OKRES PRZECHOWYWANIA DANYCH</w:t>
      </w:r>
    </w:p>
    <w:p w14:paraId="59BE007B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sz w:val="20"/>
        </w:rPr>
        <w:t>Pani/Pana dane osobowe będą przetwarzane przez</w:t>
      </w:r>
      <w:r w:rsidRPr="00D15F4A">
        <w:rPr>
          <w:rFonts w:asciiTheme="minorHAnsi" w:hAnsiTheme="minorHAnsi" w:cstheme="minorHAnsi"/>
          <w:sz w:val="20"/>
          <w:shd w:val="clear" w:color="auto" w:fill="FFFFFF"/>
        </w:rPr>
        <w:t xml:space="preserve"> czas wykonania umowy i obowiązków prawnych z niej wynikających oraz wymagalności ewentualnych roszczeń lub czasu wycofania udzielonej zgody.</w:t>
      </w:r>
      <w:r w:rsidRPr="00D15F4A">
        <w:rPr>
          <w:rFonts w:asciiTheme="minorHAnsi" w:hAnsiTheme="minorHAnsi" w:cstheme="minorHAnsi"/>
          <w:sz w:val="20"/>
        </w:rPr>
        <w:t xml:space="preserve"> </w:t>
      </w:r>
    </w:p>
    <w:p w14:paraId="69255974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ŹRÓDŁO POCHODZENIA DANYCH OSOBOWYCH</w:t>
      </w:r>
    </w:p>
    <w:p w14:paraId="58E5B11F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color w:val="212529"/>
          <w:sz w:val="20"/>
          <w:shd w:val="clear" w:color="auto" w:fill="FFFFFF"/>
        </w:rPr>
        <w:t>Dane pochodzą od osób, których dane dotyczą (osoby fizyczne będące stroną umowy, osoby reprezentujące osoby prawne będące stroną umowy) bądź zostały udostępnione przez stronę umowy (pracownicy strony umowy</w:t>
      </w:r>
      <w:r w:rsidRPr="00D15F4A">
        <w:rPr>
          <w:rFonts w:asciiTheme="minorHAnsi" w:hAnsiTheme="minorHAnsi" w:cstheme="minorHAnsi"/>
          <w:sz w:val="20"/>
          <w:shd w:val="clear" w:color="auto" w:fill="FFFFFF"/>
        </w:rPr>
        <w:t>, osoby działające w imieniu przedsiębiorcy)</w:t>
      </w:r>
      <w:r w:rsidRPr="00D15F4A">
        <w:rPr>
          <w:rFonts w:asciiTheme="minorHAnsi" w:hAnsiTheme="minorHAnsi" w:cstheme="minorHAnsi"/>
          <w:sz w:val="20"/>
        </w:rPr>
        <w:t xml:space="preserve"> </w:t>
      </w:r>
      <w:r w:rsidRPr="00D15F4A">
        <w:rPr>
          <w:rFonts w:asciiTheme="minorHAnsi" w:hAnsiTheme="minorHAnsi" w:cstheme="minorHAnsi"/>
          <w:sz w:val="20"/>
          <w:shd w:val="clear" w:color="auto" w:fill="FFFFFF"/>
        </w:rPr>
        <w:t>w związku z realizacją umowy lub działaniami przed zawarciem umowy.</w:t>
      </w:r>
    </w:p>
    <w:p w14:paraId="7EC8E75F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INFORMACJA O DOWOLNOŚCI LUB OBOWIĄZKU PODANIA DANYCH</w:t>
      </w:r>
    </w:p>
    <w:p w14:paraId="7C61240A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sz w:val="20"/>
        </w:rPr>
        <w:t>Podanie danych osobowych jest dobrowolne, ale niezbędne do wykonania umowy lub do podjęcia działań przed zawarciem umowy.</w:t>
      </w:r>
    </w:p>
    <w:p w14:paraId="35B08FA4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PRAWA PODMIOTÓW DANYCH</w:t>
      </w:r>
    </w:p>
    <w:p w14:paraId="518351BB" w14:textId="77777777" w:rsidR="00D15F4A" w:rsidRPr="00D15F4A" w:rsidRDefault="00D15F4A" w:rsidP="00D15F4A">
      <w:pPr>
        <w:jc w:val="both"/>
        <w:rPr>
          <w:rFonts w:asciiTheme="minorHAnsi" w:hAnsiTheme="minorHAnsi" w:cstheme="minorHAnsi"/>
          <w:color w:val="212529"/>
          <w:sz w:val="20"/>
          <w:shd w:val="clear" w:color="auto" w:fill="FFFFFF"/>
        </w:rPr>
      </w:pPr>
      <w:r w:rsidRPr="00D15F4A">
        <w:rPr>
          <w:rFonts w:asciiTheme="minorHAnsi" w:hAnsiTheme="minorHAnsi" w:cstheme="minorHAnsi"/>
          <w:color w:val="212529"/>
          <w:sz w:val="20"/>
          <w:shd w:val="clear" w:color="auto" w:fill="FFFFFF"/>
        </w:rPr>
        <w:t xml:space="preserve">Przysługuje Pani/Panu prawo dostępu oraz kopii Pani/Pana danych oraz prawo żądania ich sprostowania, usunięcia lub ograniczenia oraz prawo do wniesienia sprzeciwu. W każdej chwili może Pani/Pan żądać przeniesienia swoich danych, które przetwarzamy w systemie informatycznym, do innego administratora danych osobowych. Jeżeli przetwarzanie danych osobowych odbywa się na podstawie zgody, przysługuje Pani/Panu prawo do wycofania zgody. </w:t>
      </w:r>
    </w:p>
    <w:p w14:paraId="35E353E4" w14:textId="77777777" w:rsidR="00D15F4A" w:rsidRPr="00D15F4A" w:rsidRDefault="00D15F4A" w:rsidP="00D15F4A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212529"/>
          <w:sz w:val="20"/>
        </w:rPr>
      </w:pPr>
      <w:r w:rsidRPr="00D15F4A">
        <w:rPr>
          <w:rFonts w:asciiTheme="minorHAnsi" w:hAnsiTheme="minorHAnsi" w:cstheme="minorHAnsi"/>
          <w:b/>
          <w:bCs/>
          <w:color w:val="212529"/>
          <w:sz w:val="20"/>
        </w:rPr>
        <w:t>PRAWO WNIESIENIA SKARGI DO ORGANU NADZORCZEGO</w:t>
      </w:r>
    </w:p>
    <w:p w14:paraId="6D162D50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color w:val="212529"/>
          <w:sz w:val="20"/>
          <w:shd w:val="clear" w:color="auto" w:fill="FFFFFF"/>
        </w:rPr>
        <w:t>Przysługuje Pani/Panu prawo wniesienia skargi do organu nadzorczego zajmującego się ochroną danych osobowych w państwie członkowskim Pani / Pana zwykłego pobytu, miejsca pracy lub miejsca popełnienia domniemanego naruszenia. Biuro Prezesa Urzędu Ochrony Danych Osobowych (UODO) Adres: Stawki 2, 00-193 Warszawa Telefon: 22 860 70 86</w:t>
      </w:r>
    </w:p>
    <w:p w14:paraId="06D54DF4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b/>
          <w:color w:val="212529"/>
          <w:sz w:val="20"/>
          <w:shd w:val="clear" w:color="auto" w:fill="FFFFFF"/>
        </w:rPr>
        <w:t>INFORMACJA O PROFILOWANIU</w:t>
      </w:r>
    </w:p>
    <w:p w14:paraId="401C2EBB" w14:textId="77777777" w:rsidR="00D15F4A" w:rsidRPr="00D15F4A" w:rsidRDefault="00D15F4A" w:rsidP="00D15F4A">
      <w:pPr>
        <w:jc w:val="both"/>
        <w:rPr>
          <w:rFonts w:asciiTheme="minorHAnsi" w:hAnsiTheme="minorHAnsi" w:cstheme="minorHAnsi"/>
          <w:sz w:val="20"/>
        </w:rPr>
      </w:pPr>
      <w:r w:rsidRPr="00D15F4A">
        <w:rPr>
          <w:rFonts w:asciiTheme="minorHAnsi" w:hAnsiTheme="minorHAnsi" w:cstheme="minorHAnsi"/>
          <w:sz w:val="20"/>
        </w:rPr>
        <w:t>Podane przez Panią/Pana dane nie podlegają profilowaniu.</w:t>
      </w:r>
    </w:p>
    <w:p w14:paraId="62D1600D" w14:textId="6EA9B395" w:rsidR="003A65E8" w:rsidRPr="00D15F4A" w:rsidRDefault="003A65E8" w:rsidP="00D15F4A">
      <w:pPr>
        <w:rPr>
          <w:rFonts w:asciiTheme="minorHAnsi" w:hAnsiTheme="minorHAnsi" w:cstheme="minorHAnsi"/>
        </w:rPr>
      </w:pPr>
    </w:p>
    <w:sectPr w:rsidR="003A65E8" w:rsidRPr="00D15F4A" w:rsidSect="00545DB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851" w:right="851" w:bottom="81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C66CE" w14:textId="77777777" w:rsidR="006B71A6" w:rsidRDefault="006B71A6" w:rsidP="003A65E8">
      <w:r>
        <w:separator/>
      </w:r>
    </w:p>
  </w:endnote>
  <w:endnote w:type="continuationSeparator" w:id="0">
    <w:p w14:paraId="39C493A2" w14:textId="77777777" w:rsidR="006B71A6" w:rsidRDefault="006B71A6" w:rsidP="003A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3F70" w14:textId="77777777" w:rsidR="00545DBD" w:rsidRDefault="00545DBD" w:rsidP="00545DBD"/>
  <w:sdt>
    <w:sdtPr>
      <w:rPr>
        <w:rStyle w:val="Numerstrony"/>
        <w:rFonts w:cs="Arial"/>
        <w:sz w:val="18"/>
        <w:szCs w:val="18"/>
      </w:rPr>
      <w:id w:val="-1433813563"/>
      <w:docPartObj>
        <w:docPartGallery w:val="Page Numbers (Bottom of Page)"/>
        <w:docPartUnique/>
      </w:docPartObj>
    </w:sdtPr>
    <w:sdtContent>
      <w:p w14:paraId="42BE8693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cs="Arial"/>
            <w:sz w:val="18"/>
            <w:szCs w:val="18"/>
          </w:rPr>
        </w:pPr>
        <w:r w:rsidRPr="00E86E31">
          <w:rPr>
            <w:rStyle w:val="Numerstrony"/>
            <w:rFonts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cs="Arial"/>
            <w:sz w:val="18"/>
            <w:szCs w:val="18"/>
          </w:rPr>
          <w:fldChar w:fldCharType="separate"/>
        </w:r>
        <w:r>
          <w:rPr>
            <w:rStyle w:val="Numerstrony"/>
            <w:rFonts w:cs="Arial"/>
            <w:sz w:val="18"/>
            <w:szCs w:val="18"/>
          </w:rPr>
          <w:t>1</w:t>
        </w:r>
        <w:r w:rsidRPr="00E86E31">
          <w:rPr>
            <w:rStyle w:val="Numerstrony"/>
            <w:rFonts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3EC46A14" w14:textId="77777777" w:rsidTr="001C658B">
      <w:trPr>
        <w:trHeight w:val="389"/>
      </w:trPr>
      <w:tc>
        <w:tcPr>
          <w:tcW w:w="6663" w:type="dxa"/>
          <w:vAlign w:val="bottom"/>
        </w:tcPr>
        <w:p w14:paraId="223D9BE8" w14:textId="77777777" w:rsidR="00545DBD" w:rsidRPr="00F951E2" w:rsidRDefault="00545DBD" w:rsidP="00545DBD">
          <w:pPr>
            <w:pStyle w:val="BasicParagraph"/>
            <w:spacing w:line="360" w:lineRule="auto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3092D957" w14:textId="77777777" w:rsidR="00545DBD" w:rsidRDefault="00545DBD" w:rsidP="00545DBD">
          <w:pPr>
            <w:pStyle w:val="Stopka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0CA8B214" w14:textId="77777777" w:rsidR="00545DBD" w:rsidRDefault="00545DBD" w:rsidP="00545DBD">
          <w:pPr>
            <w:pStyle w:val="BasicParagraph"/>
            <w:spacing w:line="360" w:lineRule="auto"/>
          </w:pPr>
          <w:r>
            <w:rPr>
              <w:rFonts w:ascii="Arial" w:hAnsi="Arial" w:cs="Arial"/>
              <w:color w:val="005EA5" w:themeColor="accent1"/>
            </w:rPr>
            <w:t>parr</w:t>
          </w:r>
          <w:r w:rsidRPr="00455DDD">
            <w:rPr>
              <w:rFonts w:ascii="Arial" w:hAnsi="Arial" w:cs="Arial"/>
              <w:color w:val="005EA5" w:themeColor="accent1"/>
            </w:rPr>
            <w:t>.slupsk.pl</w:t>
          </w:r>
        </w:p>
      </w:tc>
    </w:tr>
    <w:tr w:rsidR="00545DBD" w14:paraId="428A377F" w14:textId="77777777" w:rsidTr="001C658B">
      <w:trPr>
        <w:trHeight w:val="71"/>
      </w:trPr>
      <w:tc>
        <w:tcPr>
          <w:tcW w:w="6663" w:type="dxa"/>
          <w:vAlign w:val="bottom"/>
        </w:tcPr>
        <w:p w14:paraId="10265FAE" w14:textId="77777777" w:rsidR="00545DBD" w:rsidRPr="00EB7644" w:rsidRDefault="00545DBD" w:rsidP="00545DBD">
          <w:pPr>
            <w:pStyle w:val="BasicParagraph"/>
            <w:spacing w:line="360" w:lineRule="auto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2B314498" w14:textId="77777777" w:rsidR="00545DBD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1C213F68" w14:textId="77777777" w:rsidR="00545DBD" w:rsidRPr="00045774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</w:tr>
  </w:tbl>
  <w:p w14:paraId="4B7FDE40" w14:textId="77777777" w:rsidR="00545DBD" w:rsidRDefault="00545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9A13" w14:textId="77777777" w:rsidR="00545DBD" w:rsidRDefault="00545DBD" w:rsidP="00545DBD"/>
  <w:sdt>
    <w:sdtPr>
      <w:rPr>
        <w:rStyle w:val="Numerstrony"/>
        <w:rFonts w:cs="Arial"/>
        <w:sz w:val="18"/>
        <w:szCs w:val="18"/>
      </w:rPr>
      <w:id w:val="1550340349"/>
      <w:docPartObj>
        <w:docPartGallery w:val="Page Numbers (Bottom of Page)"/>
        <w:docPartUnique/>
      </w:docPartObj>
    </w:sdtPr>
    <w:sdtContent>
      <w:p w14:paraId="23B991DD" w14:textId="77777777" w:rsidR="00545DBD" w:rsidRPr="00E86E31" w:rsidRDefault="00545DBD" w:rsidP="00545DBD">
        <w:pPr>
          <w:pStyle w:val="Stopka"/>
          <w:framePr w:w="638" w:h="282" w:hRule="exact" w:wrap="none" w:vAnchor="text" w:hAnchor="page" w:x="10705" w:y="716"/>
          <w:jc w:val="right"/>
          <w:rPr>
            <w:rStyle w:val="Numerstrony"/>
            <w:rFonts w:cs="Arial"/>
            <w:sz w:val="18"/>
            <w:szCs w:val="18"/>
          </w:rPr>
        </w:pPr>
        <w:r w:rsidRPr="00E86E31">
          <w:rPr>
            <w:rStyle w:val="Numerstrony"/>
            <w:rFonts w:cs="Arial"/>
            <w:sz w:val="18"/>
            <w:szCs w:val="18"/>
          </w:rPr>
          <w:fldChar w:fldCharType="begin"/>
        </w:r>
        <w:r w:rsidRPr="00E86E31">
          <w:rPr>
            <w:rStyle w:val="Numerstrony"/>
            <w:rFonts w:cs="Arial"/>
            <w:sz w:val="18"/>
            <w:szCs w:val="18"/>
          </w:rPr>
          <w:instrText xml:space="preserve"> PAGE </w:instrText>
        </w:r>
        <w:r w:rsidRPr="00E86E31">
          <w:rPr>
            <w:rStyle w:val="Numerstrony"/>
            <w:rFonts w:cs="Arial"/>
            <w:sz w:val="18"/>
            <w:szCs w:val="18"/>
          </w:rPr>
          <w:fldChar w:fldCharType="separate"/>
        </w:r>
        <w:r>
          <w:rPr>
            <w:rStyle w:val="Numerstrony"/>
            <w:rFonts w:cs="Arial"/>
            <w:sz w:val="18"/>
            <w:szCs w:val="18"/>
          </w:rPr>
          <w:t>1</w:t>
        </w:r>
        <w:r w:rsidRPr="00E86E31">
          <w:rPr>
            <w:rStyle w:val="Numerstrony"/>
            <w:rFonts w:cs="Arial"/>
            <w:sz w:val="18"/>
            <w:szCs w:val="18"/>
          </w:rPr>
          <w:fldChar w:fldCharType="end"/>
        </w:r>
      </w:p>
    </w:sdtContent>
  </w:sdt>
  <w:tbl>
    <w:tblPr>
      <w:tblStyle w:val="Tabela-Siatka"/>
      <w:tblW w:w="10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83"/>
      <w:gridCol w:w="3535"/>
    </w:tblGrid>
    <w:tr w:rsidR="00545DBD" w14:paraId="3C983ED4" w14:textId="77777777" w:rsidTr="001C658B">
      <w:trPr>
        <w:trHeight w:val="389"/>
      </w:trPr>
      <w:tc>
        <w:tcPr>
          <w:tcW w:w="6663" w:type="dxa"/>
          <w:vAlign w:val="bottom"/>
        </w:tcPr>
        <w:p w14:paraId="211D7F4A" w14:textId="77777777" w:rsidR="00545DBD" w:rsidRPr="00F951E2" w:rsidRDefault="00545DBD" w:rsidP="00545DBD">
          <w:pPr>
            <w:pStyle w:val="BasicParagraph"/>
            <w:spacing w:line="360" w:lineRule="auto"/>
            <w:rPr>
              <w:rFonts w:ascii="Arial" w:hAnsi="Arial" w:cs="Arial"/>
              <w:sz w:val="14"/>
              <w:szCs w:val="14"/>
            </w:rPr>
          </w:pPr>
          <w:r w:rsidRPr="00BE17A6">
            <w:rPr>
              <w:rFonts w:ascii="Arial" w:hAnsi="Arial" w:cs="Arial"/>
              <w:b/>
              <w:bCs/>
              <w:sz w:val="14"/>
              <w:szCs w:val="14"/>
            </w:rPr>
            <w:t xml:space="preserve">Pomorska Agencja Rozwoju Regionalnego S.A.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br/>
          </w:r>
          <w:r w:rsidRPr="00BE17A6">
            <w:rPr>
              <w:rFonts w:ascii="Arial" w:hAnsi="Arial" w:cs="Arial"/>
              <w:sz w:val="14"/>
              <w:szCs w:val="14"/>
            </w:rPr>
            <w:t xml:space="preserve">ul. Obrońców Wybrzeża </w:t>
          </w:r>
          <w:r>
            <w:rPr>
              <w:rFonts w:ascii="Arial" w:hAnsi="Arial" w:cs="Arial"/>
              <w:sz w:val="14"/>
              <w:szCs w:val="14"/>
            </w:rPr>
            <w:t>3</w:t>
          </w:r>
          <w:r w:rsidRPr="00BE17A6">
            <w:rPr>
              <w:rFonts w:ascii="Arial" w:hAnsi="Arial" w:cs="Arial"/>
              <w:sz w:val="14"/>
              <w:szCs w:val="14"/>
            </w:rPr>
            <w:t xml:space="preserve"> | 76-200 Słupsk | Tel: (+48) 59 841 28 92 | office@parr.slupsk.pl</w:t>
          </w:r>
        </w:p>
      </w:tc>
      <w:tc>
        <w:tcPr>
          <w:tcW w:w="283" w:type="dxa"/>
          <w:vMerge w:val="restart"/>
          <w:tcBorders>
            <w:right w:val="single" w:sz="4" w:space="0" w:color="D9D9D9" w:themeColor="background1" w:themeShade="D9"/>
          </w:tcBorders>
          <w:vAlign w:val="bottom"/>
        </w:tcPr>
        <w:p w14:paraId="03A8EF9C" w14:textId="77777777" w:rsidR="00545DBD" w:rsidRDefault="00545DBD" w:rsidP="00545DBD">
          <w:pPr>
            <w:pStyle w:val="Stopka"/>
          </w:pPr>
        </w:p>
      </w:tc>
      <w:tc>
        <w:tcPr>
          <w:tcW w:w="3535" w:type="dxa"/>
          <w:vMerge w:val="restart"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02FCF038" w14:textId="77777777" w:rsidR="00545DBD" w:rsidRDefault="00545DBD" w:rsidP="00545DBD">
          <w:pPr>
            <w:pStyle w:val="BasicParagraph"/>
            <w:spacing w:line="360" w:lineRule="auto"/>
          </w:pPr>
          <w:r>
            <w:rPr>
              <w:rFonts w:ascii="Arial" w:hAnsi="Arial" w:cs="Arial"/>
              <w:color w:val="005EA5" w:themeColor="accent1"/>
            </w:rPr>
            <w:t>parr</w:t>
          </w:r>
          <w:r w:rsidRPr="00455DDD">
            <w:rPr>
              <w:rFonts w:ascii="Arial" w:hAnsi="Arial" w:cs="Arial"/>
              <w:color w:val="005EA5" w:themeColor="accent1"/>
            </w:rPr>
            <w:t>.slupsk.pl</w:t>
          </w:r>
        </w:p>
      </w:tc>
    </w:tr>
    <w:tr w:rsidR="00545DBD" w14:paraId="13D8774D" w14:textId="77777777" w:rsidTr="001C658B">
      <w:trPr>
        <w:trHeight w:val="71"/>
      </w:trPr>
      <w:tc>
        <w:tcPr>
          <w:tcW w:w="6663" w:type="dxa"/>
          <w:vAlign w:val="bottom"/>
        </w:tcPr>
        <w:p w14:paraId="37AF247C" w14:textId="77777777" w:rsidR="00545DBD" w:rsidRPr="00EB7644" w:rsidRDefault="00545DBD" w:rsidP="00545DBD">
          <w:pPr>
            <w:pStyle w:val="BasicParagraph"/>
            <w:spacing w:line="360" w:lineRule="auto"/>
            <w:rPr>
              <w:rFonts w:ascii="Arial" w:hAnsi="Arial" w:cs="Arial"/>
              <w:color w:val="808080" w:themeColor="background1" w:themeShade="80"/>
              <w:sz w:val="14"/>
              <w:szCs w:val="14"/>
            </w:rPr>
          </w:pPr>
          <w:r w:rsidRPr="00EB7644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>Sąd Rejonowy Gdańsk-Północ w Gdańsku, KRS 0000052733 | NIP 8390029569 | REGON 770719284 Kapitał zakładowy wpłacony w całości 30 883 800 PLN</w:t>
          </w:r>
          <w:r w:rsidR="00A00179">
            <w:rPr>
              <w:rFonts w:ascii="Arial" w:hAnsi="Arial" w:cs="Arial"/>
              <w:color w:val="808080" w:themeColor="background1" w:themeShade="80"/>
              <w:sz w:val="14"/>
              <w:szCs w:val="14"/>
            </w:rPr>
            <w:t xml:space="preserve"> | PN-EN ISO 9001:2015</w:t>
          </w:r>
        </w:p>
      </w:tc>
      <w:tc>
        <w:tcPr>
          <w:tcW w:w="283" w:type="dxa"/>
          <w:vMerge/>
          <w:tcBorders>
            <w:right w:val="single" w:sz="4" w:space="0" w:color="D9D9D9" w:themeColor="background1" w:themeShade="D9"/>
          </w:tcBorders>
          <w:vAlign w:val="bottom"/>
        </w:tcPr>
        <w:p w14:paraId="55176EE1" w14:textId="77777777" w:rsidR="00545DBD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  <w:tc>
        <w:tcPr>
          <w:tcW w:w="3535" w:type="dxa"/>
          <w:vMerge/>
          <w:tcBorders>
            <w:left w:val="single" w:sz="4" w:space="0" w:color="D9D9D9" w:themeColor="background1" w:themeShade="D9"/>
          </w:tcBorders>
          <w:shd w:val="clear" w:color="auto" w:fill="auto"/>
          <w:tcMar>
            <w:left w:w="284" w:type="dxa"/>
          </w:tcMar>
          <w:vAlign w:val="bottom"/>
        </w:tcPr>
        <w:p w14:paraId="7F0592AA" w14:textId="77777777" w:rsidR="00545DBD" w:rsidRPr="00045774" w:rsidRDefault="00545DBD" w:rsidP="00545DBD">
          <w:pPr>
            <w:pStyle w:val="BasicParagraph"/>
            <w:rPr>
              <w:rFonts w:ascii="Arial" w:hAnsi="Arial" w:cs="Arial"/>
              <w:color w:val="005DA0"/>
            </w:rPr>
          </w:pPr>
        </w:p>
      </w:tc>
    </w:tr>
  </w:tbl>
  <w:p w14:paraId="72657C0B" w14:textId="77777777" w:rsidR="00545DBD" w:rsidRDefault="00545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1DEE6" w14:textId="77777777" w:rsidR="006B71A6" w:rsidRDefault="006B71A6" w:rsidP="003A65E8">
      <w:r>
        <w:separator/>
      </w:r>
    </w:p>
  </w:footnote>
  <w:footnote w:type="continuationSeparator" w:id="0">
    <w:p w14:paraId="7132BABE" w14:textId="77777777" w:rsidR="006B71A6" w:rsidRDefault="006B71A6" w:rsidP="003A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C891E" w14:textId="77777777" w:rsidR="006B41DC" w:rsidRDefault="006B41DC" w:rsidP="003A65E8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0A74F" w14:textId="77777777" w:rsidR="00545DBD" w:rsidRDefault="00545DBD" w:rsidP="00545DBD">
    <w:pPr>
      <w:pStyle w:val="Nagwek"/>
      <w:ind w:left="-851"/>
    </w:pPr>
    <w:r>
      <w:rPr>
        <w:noProof/>
      </w:rPr>
      <w:drawing>
        <wp:inline distT="0" distB="0" distL="0" distR="0" wp14:anchorId="21603753" wp14:editId="03371F15">
          <wp:extent cx="7560000" cy="1435797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5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C79B9"/>
    <w:multiLevelType w:val="hybridMultilevel"/>
    <w:tmpl w:val="EAE0167A"/>
    <w:lvl w:ilvl="0" w:tplc="8B0A9538">
      <w:start w:val="1"/>
      <w:numFmt w:val="lowerLetter"/>
      <w:lvlText w:val="%1)"/>
      <w:lvlJc w:val="left"/>
      <w:pPr>
        <w:ind w:left="720" w:hanging="360"/>
      </w:pPr>
      <w:rPr>
        <w:color w:val="21252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0589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F4A"/>
    <w:rsid w:val="00045774"/>
    <w:rsid w:val="000A0655"/>
    <w:rsid w:val="00167CA0"/>
    <w:rsid w:val="001A31DC"/>
    <w:rsid w:val="001E0769"/>
    <w:rsid w:val="002078A2"/>
    <w:rsid w:val="0025288A"/>
    <w:rsid w:val="002D071E"/>
    <w:rsid w:val="003A65E8"/>
    <w:rsid w:val="00455DDD"/>
    <w:rsid w:val="0050145F"/>
    <w:rsid w:val="00507A5F"/>
    <w:rsid w:val="00545DBD"/>
    <w:rsid w:val="005D5CB5"/>
    <w:rsid w:val="006179C8"/>
    <w:rsid w:val="00655BD3"/>
    <w:rsid w:val="00664907"/>
    <w:rsid w:val="006B41DC"/>
    <w:rsid w:val="006B71A6"/>
    <w:rsid w:val="0075046C"/>
    <w:rsid w:val="00A00179"/>
    <w:rsid w:val="00A64D30"/>
    <w:rsid w:val="00B531C2"/>
    <w:rsid w:val="00BF15ED"/>
    <w:rsid w:val="00C10B3F"/>
    <w:rsid w:val="00C371CF"/>
    <w:rsid w:val="00D15F4A"/>
    <w:rsid w:val="00DF4BD7"/>
    <w:rsid w:val="00E5125B"/>
    <w:rsid w:val="00E63DD7"/>
    <w:rsid w:val="00E7135D"/>
    <w:rsid w:val="00E86E31"/>
    <w:rsid w:val="00EB7644"/>
    <w:rsid w:val="00F3096A"/>
    <w:rsid w:val="00F80E62"/>
    <w:rsid w:val="00F95B9D"/>
    <w:rsid w:val="00FC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DF1A2"/>
  <w15:chartTrackingRefBased/>
  <w15:docId w15:val="{C01DD350-6688-4FA9-A9DC-6337630A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F4A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2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12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12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E52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12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467B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12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467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E8"/>
  </w:style>
  <w:style w:type="paragraph" w:styleId="Stopka">
    <w:name w:val="footer"/>
    <w:basedOn w:val="Normalny"/>
    <w:link w:val="StopkaZnak"/>
    <w:uiPriority w:val="99"/>
    <w:unhideWhenUsed/>
    <w:rsid w:val="003A6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5E8"/>
  </w:style>
  <w:style w:type="table" w:styleId="Tabela-Siatka">
    <w:name w:val="Table Grid"/>
    <w:basedOn w:val="Standardowy"/>
    <w:uiPriority w:val="39"/>
    <w:rsid w:val="003A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ny"/>
    <w:uiPriority w:val="99"/>
    <w:rsid w:val="0004577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basedOn w:val="Domylnaczcionkaakapitu"/>
    <w:uiPriority w:val="99"/>
    <w:unhideWhenUsed/>
    <w:rsid w:val="00E86E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E31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E86E31"/>
  </w:style>
  <w:style w:type="character" w:customStyle="1" w:styleId="Nagwek1Znak">
    <w:name w:val="Nagłówek 1 Znak"/>
    <w:basedOn w:val="Domylnaczcionkaakapitu"/>
    <w:link w:val="Nagwek1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32"/>
      <w:szCs w:val="32"/>
    </w:rPr>
  </w:style>
  <w:style w:type="paragraph" w:styleId="Bezodstpw">
    <w:name w:val="No Spacing"/>
    <w:uiPriority w:val="1"/>
    <w:qFormat/>
    <w:rsid w:val="00E5125B"/>
    <w:pPr>
      <w:spacing w:after="0" w:line="240" w:lineRule="auto"/>
    </w:pPr>
    <w:rPr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5125B"/>
    <w:rPr>
      <w:rFonts w:asciiTheme="majorHAnsi" w:eastAsiaTheme="majorEastAsia" w:hAnsiTheme="majorHAnsi" w:cstheme="majorBidi"/>
      <w:color w:val="002E52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rsid w:val="00E5125B"/>
    <w:rPr>
      <w:rFonts w:asciiTheme="majorHAnsi" w:eastAsiaTheme="majorEastAsia" w:hAnsiTheme="majorHAnsi" w:cstheme="majorBidi"/>
      <w:i/>
      <w:iCs/>
      <w:color w:val="00467B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E5125B"/>
    <w:rPr>
      <w:rFonts w:asciiTheme="majorHAnsi" w:eastAsiaTheme="majorEastAsia" w:hAnsiTheme="majorHAnsi" w:cstheme="majorBidi"/>
      <w:color w:val="00467B" w:themeColor="accent1" w:themeShade="BF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25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5125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5125B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5125B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E5125B"/>
    <w:rPr>
      <w:i/>
      <w:iCs/>
      <w:color w:val="005EA5" w:themeColor="accent1"/>
    </w:rPr>
  </w:style>
  <w:style w:type="character" w:styleId="Pogrubienie">
    <w:name w:val="Strong"/>
    <w:basedOn w:val="Domylnaczcionkaakapitu"/>
    <w:uiPriority w:val="22"/>
    <w:qFormat/>
    <w:rsid w:val="00E5125B"/>
    <w:rPr>
      <w:b/>
      <w:bCs/>
    </w:rPr>
  </w:style>
  <w:style w:type="paragraph" w:styleId="Akapitzlist">
    <w:name w:val="List Paragraph"/>
    <w:basedOn w:val="Normalny"/>
    <w:uiPriority w:val="34"/>
    <w:qFormat/>
    <w:rsid w:val="00E5125B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5125B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5125B"/>
    <w:rPr>
      <w:b/>
      <w:bCs/>
      <w:smallCaps/>
      <w:color w:val="005EA5" w:themeColor="accent1"/>
      <w:spacing w:val="5"/>
    </w:rPr>
  </w:style>
  <w:style w:type="paragraph" w:customStyle="1" w:styleId="Default">
    <w:name w:val="Default"/>
    <w:rsid w:val="00D15F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D\Documents\Niestandardowe%20szablony%20pakietu%20Office\PARR_listownik_bez_naglowka.dotx" TargetMode="External"/></Relationships>
</file>

<file path=word/theme/theme1.xml><?xml version="1.0" encoding="utf-8"?>
<a:theme xmlns:a="http://schemas.openxmlformats.org/drawingml/2006/main" name="Motyw pakietu Office">
  <a:themeElements>
    <a:clrScheme name="PARR">
      <a:dk1>
        <a:srgbClr val="000000"/>
      </a:dk1>
      <a:lt1>
        <a:srgbClr val="FFFFFF"/>
      </a:lt1>
      <a:dk2>
        <a:srgbClr val="EAEAEA"/>
      </a:dk2>
      <a:lt2>
        <a:srgbClr val="D5D5D5"/>
      </a:lt2>
      <a:accent1>
        <a:srgbClr val="005EA5"/>
      </a:accent1>
      <a:accent2>
        <a:srgbClr val="00AD57"/>
      </a:accent2>
      <a:accent3>
        <a:srgbClr val="F55135"/>
      </a:accent3>
      <a:accent4>
        <a:srgbClr val="7980FF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PARR_listownik_bez_naglowka</Template>
  <TotalTime>1</TotalTime>
  <Pages>1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Ingielewicz</dc:creator>
  <cp:keywords/>
  <dc:description/>
  <cp:lastModifiedBy>Marcin Ingielewicz</cp:lastModifiedBy>
  <cp:revision>1</cp:revision>
  <dcterms:created xsi:type="dcterms:W3CDTF">2025-04-07T13:07:00Z</dcterms:created>
  <dcterms:modified xsi:type="dcterms:W3CDTF">2025-04-07T13:08:00Z</dcterms:modified>
</cp:coreProperties>
</file>